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944EEB" w14:textId="04AD6D86" w:rsidR="000A3528" w:rsidRPr="000A3528" w:rsidRDefault="000A3528" w:rsidP="000A3528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>Приложение № 1</w:t>
      </w:r>
      <w:r>
        <w:rPr>
          <w:rFonts w:eastAsia="Times New Roman"/>
          <w:szCs w:val="28"/>
          <w:lang w:eastAsia="ru-RU"/>
        </w:rPr>
        <w:t>4</w:t>
      </w:r>
    </w:p>
    <w:p w14:paraId="6DA46C14" w14:textId="77777777" w:rsidR="000A3528" w:rsidRPr="000A3528" w:rsidRDefault="000A3528" w:rsidP="000A3528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>УТВЕРЖДЕНЫ</w:t>
      </w:r>
    </w:p>
    <w:p w14:paraId="57D32BE2" w14:textId="77777777" w:rsidR="000A3528" w:rsidRPr="000A3528" w:rsidRDefault="000A3528" w:rsidP="000A3528">
      <w:pPr>
        <w:tabs>
          <w:tab w:val="left" w:pos="4962"/>
          <w:tab w:val="left" w:pos="9653"/>
        </w:tabs>
        <w:ind w:left="5103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>решением Совета муниципального образования Новокубанский район</w:t>
      </w:r>
    </w:p>
    <w:p w14:paraId="5B47573D" w14:textId="7DA7F4F4" w:rsidR="000A3528" w:rsidRPr="000A3528" w:rsidRDefault="000A3528" w:rsidP="000A3528">
      <w:pPr>
        <w:tabs>
          <w:tab w:val="left" w:pos="4962"/>
        </w:tabs>
        <w:ind w:left="5103"/>
        <w:rPr>
          <w:rFonts w:eastAsia="Times New Roman"/>
          <w:bCs/>
          <w:szCs w:val="28"/>
          <w:lang w:eastAsia="ru-RU"/>
        </w:rPr>
      </w:pPr>
      <w:r w:rsidRPr="000A3528">
        <w:rPr>
          <w:rFonts w:eastAsia="Times New Roman"/>
          <w:bCs/>
          <w:szCs w:val="28"/>
          <w:lang w:eastAsia="ru-RU"/>
        </w:rPr>
        <w:t>от 25</w:t>
      </w:r>
      <w:r w:rsidR="009A15F1">
        <w:rPr>
          <w:rFonts w:eastAsia="Times New Roman"/>
          <w:bCs/>
          <w:szCs w:val="28"/>
          <w:lang w:eastAsia="ru-RU"/>
        </w:rPr>
        <w:t xml:space="preserve"> ноября </w:t>
      </w:r>
      <w:r w:rsidRPr="000A3528">
        <w:rPr>
          <w:rFonts w:eastAsia="Times New Roman"/>
          <w:bCs/>
          <w:szCs w:val="28"/>
          <w:lang w:eastAsia="ru-RU"/>
        </w:rPr>
        <w:t>2021 года № 163</w:t>
      </w:r>
    </w:p>
    <w:p w14:paraId="08FBE81E" w14:textId="77777777" w:rsidR="00461704" w:rsidRDefault="00461704" w:rsidP="00D472CF">
      <w:pPr>
        <w:ind w:left="4962"/>
        <w:jc w:val="center"/>
        <w:rPr>
          <w:bCs/>
          <w:szCs w:val="28"/>
        </w:rPr>
      </w:pPr>
    </w:p>
    <w:p w14:paraId="430477E7" w14:textId="77777777" w:rsidR="00FF3996" w:rsidRDefault="00FF3996" w:rsidP="00D472CF">
      <w:pPr>
        <w:ind w:hanging="425"/>
        <w:jc w:val="center"/>
        <w:rPr>
          <w:b/>
          <w:szCs w:val="28"/>
        </w:rPr>
      </w:pPr>
      <w:r>
        <w:rPr>
          <w:b/>
          <w:szCs w:val="28"/>
        </w:rPr>
        <w:t>О</w:t>
      </w:r>
      <w:r w:rsidRPr="00DC1354">
        <w:rPr>
          <w:b/>
          <w:szCs w:val="28"/>
        </w:rPr>
        <w:t>БЪЕМ</w:t>
      </w:r>
    </w:p>
    <w:p w14:paraId="1D78AAD1" w14:textId="77777777" w:rsidR="00DC1354" w:rsidRDefault="00DC1354" w:rsidP="00D472CF">
      <w:pPr>
        <w:ind w:hanging="425"/>
        <w:jc w:val="center"/>
        <w:rPr>
          <w:b/>
          <w:szCs w:val="28"/>
        </w:rPr>
      </w:pPr>
      <w:r w:rsidRPr="00DC1354">
        <w:rPr>
          <w:b/>
          <w:szCs w:val="28"/>
        </w:rPr>
        <w:t>бюджетных ассигнований, направляемых на социальную</w:t>
      </w:r>
    </w:p>
    <w:p w14:paraId="393DDBDC" w14:textId="77777777" w:rsidR="00035823" w:rsidRDefault="00DC1354" w:rsidP="00D472CF">
      <w:pPr>
        <w:ind w:hanging="425"/>
        <w:jc w:val="center"/>
        <w:rPr>
          <w:b/>
          <w:szCs w:val="28"/>
        </w:rPr>
      </w:pPr>
      <w:r w:rsidRPr="00DC1354">
        <w:rPr>
          <w:b/>
          <w:szCs w:val="28"/>
        </w:rPr>
        <w:t>поддержку детей и семей, имеющих детей, на 202</w:t>
      </w:r>
      <w:r w:rsidR="00CE3B38">
        <w:rPr>
          <w:b/>
          <w:szCs w:val="28"/>
        </w:rPr>
        <w:t>3</w:t>
      </w:r>
      <w:r w:rsidRPr="00DC1354">
        <w:rPr>
          <w:b/>
          <w:szCs w:val="28"/>
        </w:rPr>
        <w:t xml:space="preserve"> </w:t>
      </w:r>
      <w:r w:rsidR="00461704">
        <w:rPr>
          <w:b/>
          <w:szCs w:val="28"/>
        </w:rPr>
        <w:t>– 202</w:t>
      </w:r>
      <w:r w:rsidR="00CE3B38">
        <w:rPr>
          <w:b/>
          <w:szCs w:val="28"/>
        </w:rPr>
        <w:t>4</w:t>
      </w:r>
      <w:r w:rsidR="00461704">
        <w:rPr>
          <w:b/>
          <w:szCs w:val="28"/>
        </w:rPr>
        <w:t xml:space="preserve"> </w:t>
      </w:r>
      <w:r w:rsidRPr="00DC1354">
        <w:rPr>
          <w:b/>
          <w:szCs w:val="28"/>
        </w:rPr>
        <w:t>год</w:t>
      </w:r>
      <w:r w:rsidR="00461704">
        <w:rPr>
          <w:b/>
          <w:szCs w:val="28"/>
        </w:rPr>
        <w:t>ы</w:t>
      </w:r>
    </w:p>
    <w:p w14:paraId="152848C9" w14:textId="77777777" w:rsidR="00FF3996" w:rsidRDefault="00FF3996" w:rsidP="00D472CF">
      <w:pPr>
        <w:ind w:hanging="425"/>
        <w:jc w:val="center"/>
        <w:rPr>
          <w:b/>
          <w:szCs w:val="28"/>
        </w:rPr>
      </w:pPr>
    </w:p>
    <w:p w14:paraId="457D13E5" w14:textId="77777777" w:rsidR="00D472CF" w:rsidRDefault="00D472CF" w:rsidP="00D472CF">
      <w:pPr>
        <w:ind w:hanging="425"/>
        <w:jc w:val="right"/>
        <w:rPr>
          <w:szCs w:val="28"/>
        </w:rPr>
      </w:pPr>
      <w:r>
        <w:rPr>
          <w:szCs w:val="28"/>
        </w:rPr>
        <w:t>(тыс. рублей)</w:t>
      </w:r>
    </w:p>
    <w:tbl>
      <w:tblPr>
        <w:tblW w:w="9781" w:type="dxa"/>
        <w:tblInd w:w="113" w:type="dxa"/>
        <w:tblLook w:val="04A0" w:firstRow="1" w:lastRow="0" w:firstColumn="1" w:lastColumn="0" w:noHBand="0" w:noVBand="1"/>
      </w:tblPr>
      <w:tblGrid>
        <w:gridCol w:w="580"/>
        <w:gridCol w:w="6361"/>
        <w:gridCol w:w="1420"/>
        <w:gridCol w:w="1420"/>
      </w:tblGrid>
      <w:tr w:rsidR="000A3528" w:rsidRPr="000A3528" w14:paraId="79590771" w14:textId="77777777" w:rsidTr="000A3528">
        <w:trPr>
          <w:trHeight w:val="20"/>
          <w:tblHeader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65AC7" w14:textId="77777777" w:rsidR="000A3528" w:rsidRPr="009A15F1" w:rsidRDefault="000A3528" w:rsidP="000A3528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9A15F1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A15F1">
              <w:rPr>
                <w:rFonts w:eastAsia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9A15F1">
              <w:rPr>
                <w:rFonts w:eastAsia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5427C" w14:textId="77777777" w:rsidR="000A3528" w:rsidRPr="009A15F1" w:rsidRDefault="000A3528" w:rsidP="000A3528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9A15F1">
              <w:rPr>
                <w:rFonts w:eastAsia="Times New Roman"/>
                <w:bCs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45FC0" w14:textId="77777777" w:rsidR="000A3528" w:rsidRPr="009A15F1" w:rsidRDefault="000A3528" w:rsidP="000A3528">
            <w:pPr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15F1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 xml:space="preserve">2022 год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9EDEB" w14:textId="77777777" w:rsidR="000A3528" w:rsidRPr="009A15F1" w:rsidRDefault="000A3528" w:rsidP="000A3528">
            <w:pPr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15F1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</w:tr>
      <w:tr w:rsidR="000A3528" w:rsidRPr="000A3528" w14:paraId="63DB0CD0" w14:textId="77777777" w:rsidTr="000A3528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F674B" w14:textId="77777777" w:rsidR="000A3528" w:rsidRPr="000A3528" w:rsidRDefault="000A3528" w:rsidP="000A352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AA228" w14:textId="77777777" w:rsidR="000A3528" w:rsidRPr="000A3528" w:rsidRDefault="000A3528" w:rsidP="000A3528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организации и обеспечению отд</w:t>
            </w: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ы</w:t>
            </w: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ха и оздоровления детей (за исключением организации о</w:t>
            </w: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т</w:t>
            </w: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дыха детей в каникулярное время)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BA050" w14:textId="77777777" w:rsidR="000A3528" w:rsidRPr="000A3528" w:rsidRDefault="000A3528" w:rsidP="000A352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662,2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1F75A" w14:textId="77777777" w:rsidR="000A3528" w:rsidRPr="000A3528" w:rsidRDefault="000A3528" w:rsidP="000A352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662,2</w:t>
            </w:r>
          </w:p>
        </w:tc>
      </w:tr>
      <w:tr w:rsidR="000A3528" w:rsidRPr="000A3528" w14:paraId="12FF55BC" w14:textId="77777777" w:rsidTr="000A3528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76E96" w14:textId="77777777" w:rsidR="000A3528" w:rsidRPr="000A3528" w:rsidRDefault="000A3528" w:rsidP="000A352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A6755" w14:textId="77777777" w:rsidR="000A3528" w:rsidRPr="000A3528" w:rsidRDefault="000A3528" w:rsidP="000A352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ADE80" w14:textId="77777777" w:rsidR="000A3528" w:rsidRPr="000A3528" w:rsidRDefault="000A3528" w:rsidP="000A352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48 897,8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6BE4C" w14:textId="77777777" w:rsidR="000A3528" w:rsidRPr="000A3528" w:rsidRDefault="000A3528" w:rsidP="000A352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45 638,0</w:t>
            </w:r>
          </w:p>
        </w:tc>
      </w:tr>
      <w:tr w:rsidR="000A3528" w:rsidRPr="000A3528" w14:paraId="7C787702" w14:textId="77777777" w:rsidTr="000A3528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8C4F7" w14:textId="77777777" w:rsidR="000A3528" w:rsidRPr="000A3528" w:rsidRDefault="000A3528" w:rsidP="000A352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9365C" w14:textId="77777777" w:rsidR="000A3528" w:rsidRPr="000A3528" w:rsidRDefault="000A3528" w:rsidP="000A352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74037" w14:textId="77777777" w:rsidR="000A3528" w:rsidRPr="000A3528" w:rsidRDefault="000A3528" w:rsidP="000A352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47 935,3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73AD3" w14:textId="77777777" w:rsidR="000A3528" w:rsidRPr="000A3528" w:rsidRDefault="000A3528" w:rsidP="000A352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49 849,2</w:t>
            </w:r>
          </w:p>
        </w:tc>
      </w:tr>
      <w:tr w:rsidR="000A3528" w:rsidRPr="000A3528" w14:paraId="3D096062" w14:textId="77777777" w:rsidTr="000A3528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A7712" w14:textId="77777777" w:rsidR="000A3528" w:rsidRPr="000A3528" w:rsidRDefault="000A3528" w:rsidP="000A352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6C461" w14:textId="77777777" w:rsidR="000A3528" w:rsidRPr="000A3528" w:rsidRDefault="000A3528" w:rsidP="000A352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</w:t>
            </w: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ся приемным родителям за оказание услуг по воспитанию приемных детей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8AB16" w14:textId="77777777" w:rsidR="000A3528" w:rsidRPr="000A3528" w:rsidRDefault="000A3528" w:rsidP="000A352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45 633,0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82968" w14:textId="77777777" w:rsidR="000A3528" w:rsidRPr="000A3528" w:rsidRDefault="000A3528" w:rsidP="000A352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45 633,0</w:t>
            </w:r>
          </w:p>
        </w:tc>
      </w:tr>
      <w:tr w:rsidR="000A3528" w:rsidRPr="000A3528" w14:paraId="02ED1885" w14:textId="77777777" w:rsidTr="000A3528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37522" w14:textId="77777777" w:rsidR="000A3528" w:rsidRPr="000A3528" w:rsidRDefault="000A3528" w:rsidP="000A352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1518D" w14:textId="77777777" w:rsidR="000A3528" w:rsidRPr="000A3528" w:rsidRDefault="000A3528" w:rsidP="000A352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</w:t>
            </w: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ся патронатным воспитателям за оказание услуг по ос</w:t>
            </w: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у</w:t>
            </w:r>
            <w:r w:rsidRPr="000A3528">
              <w:rPr>
                <w:rFonts w:eastAsia="Times New Roman"/>
                <w:sz w:val="24"/>
                <w:szCs w:val="24"/>
                <w:lang w:eastAsia="ru-RU"/>
              </w:rPr>
              <w:t xml:space="preserve">ществлению патронатного воспитания и </w:t>
            </w:r>
            <w:proofErr w:type="spellStart"/>
            <w:r w:rsidRPr="000A3528">
              <w:rPr>
                <w:rFonts w:eastAsia="Times New Roman"/>
                <w:sz w:val="24"/>
                <w:szCs w:val="24"/>
                <w:lang w:eastAsia="ru-RU"/>
              </w:rPr>
              <w:t>постинтернатного</w:t>
            </w:r>
            <w:proofErr w:type="spellEnd"/>
            <w:r w:rsidRPr="000A3528">
              <w:rPr>
                <w:rFonts w:eastAsia="Times New Roman"/>
                <w:sz w:val="24"/>
                <w:szCs w:val="24"/>
                <w:lang w:eastAsia="ru-RU"/>
              </w:rPr>
              <w:t xml:space="preserve"> сопровождения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24A8B" w14:textId="77777777" w:rsidR="000A3528" w:rsidRPr="000A3528" w:rsidRDefault="000A3528" w:rsidP="000A352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188,9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27271" w14:textId="77777777" w:rsidR="000A3528" w:rsidRPr="000A3528" w:rsidRDefault="000A3528" w:rsidP="000A352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188,9</w:t>
            </w:r>
          </w:p>
        </w:tc>
      </w:tr>
      <w:tr w:rsidR="000A3528" w:rsidRPr="000A3528" w14:paraId="71207F72" w14:textId="77777777" w:rsidTr="000A3528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25405" w14:textId="77777777" w:rsidR="000A3528" w:rsidRPr="000A3528" w:rsidRDefault="000A3528" w:rsidP="000A352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E3C62" w14:textId="77777777" w:rsidR="000A3528" w:rsidRPr="000A3528" w:rsidRDefault="000A3528" w:rsidP="000A352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</w:t>
            </w: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данных на патронатное воспитание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F29AF" w14:textId="77777777" w:rsidR="000A3528" w:rsidRPr="000A3528" w:rsidRDefault="000A3528" w:rsidP="000A352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130,1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EED41" w14:textId="77777777" w:rsidR="000A3528" w:rsidRPr="000A3528" w:rsidRDefault="000A3528" w:rsidP="000A352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135,3</w:t>
            </w:r>
          </w:p>
        </w:tc>
      </w:tr>
      <w:tr w:rsidR="000A3528" w:rsidRPr="000A3528" w14:paraId="07D35354" w14:textId="77777777" w:rsidTr="000A3528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63865" w14:textId="77777777" w:rsidR="000A3528" w:rsidRPr="000A3528" w:rsidRDefault="000A3528" w:rsidP="000A352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E3774" w14:textId="77777777" w:rsidR="000A3528" w:rsidRPr="000A3528" w:rsidRDefault="000A3528" w:rsidP="000A352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Осуществление государственных полномочий Краснода</w:t>
            </w: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р</w:t>
            </w: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ского края по обеспечению выплаты компенсации части родительской платы за присмотр и уход за детьми, пос</w:t>
            </w: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щающими образовательные организации, реализующие программу дошкольного образования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26943" w14:textId="77777777" w:rsidR="000A3528" w:rsidRPr="000A3528" w:rsidRDefault="000A3528" w:rsidP="000A352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8 395,4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CD63A" w14:textId="77777777" w:rsidR="000A3528" w:rsidRPr="000A3528" w:rsidRDefault="000A3528" w:rsidP="000A352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8 395,4</w:t>
            </w:r>
          </w:p>
        </w:tc>
      </w:tr>
      <w:tr w:rsidR="000A3528" w:rsidRPr="000A3528" w14:paraId="4C65E4B5" w14:textId="77777777" w:rsidTr="000A3528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07257" w14:textId="77777777" w:rsidR="000A3528" w:rsidRPr="000A3528" w:rsidRDefault="000A3528" w:rsidP="000A352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F4F9E" w14:textId="77777777" w:rsidR="000A3528" w:rsidRPr="000A3528" w:rsidRDefault="000A3528" w:rsidP="000A3528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</w:t>
            </w:r>
            <w:r w:rsidRPr="000A352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по обеспечению льготным питанием учащихся из мног</w:t>
            </w: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детных семей в муниципальных общеобразовательных о</w:t>
            </w: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р</w:t>
            </w: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ганизациях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E3C56" w14:textId="77777777" w:rsidR="000A3528" w:rsidRPr="000A3528" w:rsidRDefault="000A3528" w:rsidP="000A352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2 098,1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D8437" w14:textId="77777777" w:rsidR="000A3528" w:rsidRPr="000A3528" w:rsidRDefault="000A3528" w:rsidP="000A352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2 145,8</w:t>
            </w:r>
          </w:p>
        </w:tc>
      </w:tr>
      <w:tr w:rsidR="000A3528" w:rsidRPr="000A3528" w14:paraId="31011B26" w14:textId="77777777" w:rsidTr="000A3528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3CC77" w14:textId="77777777" w:rsidR="000A3528" w:rsidRPr="000A3528" w:rsidRDefault="000A3528" w:rsidP="000A352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6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7F3D5" w14:textId="77777777" w:rsidR="000A3528" w:rsidRPr="000A3528" w:rsidRDefault="000A3528" w:rsidP="000A3528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Социальное обслуживание семьи и детей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1FCEE" w14:textId="77777777" w:rsidR="000A3528" w:rsidRPr="000A3528" w:rsidRDefault="000A3528" w:rsidP="000A352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276,0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12C67" w14:textId="77777777" w:rsidR="000A3528" w:rsidRPr="000A3528" w:rsidRDefault="000A3528" w:rsidP="000A352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276,0</w:t>
            </w:r>
          </w:p>
        </w:tc>
      </w:tr>
      <w:tr w:rsidR="000A3528" w:rsidRPr="000A3528" w14:paraId="0EC2A9B1" w14:textId="77777777" w:rsidTr="000A3528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B4F55" w14:textId="77777777" w:rsidR="000A3528" w:rsidRPr="000A3528" w:rsidRDefault="000A3528" w:rsidP="000A352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F3125" w14:textId="77777777" w:rsidR="000A3528" w:rsidRPr="000A3528" w:rsidRDefault="000A3528" w:rsidP="000A3528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оплате проезда детей-сирот и детей, оставшихся без п</w:t>
            </w: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печения родителей, находящихся под опекой (попечител</w:t>
            </w: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ь</w:t>
            </w: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ством), включая предварительную опеку (попечительство), переданных на воспитание в приемную семью или на п</w:t>
            </w: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тронатное воспитание, к месту лечения и обратно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D13EF" w14:textId="77777777" w:rsidR="000A3528" w:rsidRPr="000A3528" w:rsidRDefault="000A3528" w:rsidP="000A352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145,3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29A35" w14:textId="77777777" w:rsidR="000A3528" w:rsidRPr="000A3528" w:rsidRDefault="000A3528" w:rsidP="000A352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145,3</w:t>
            </w:r>
          </w:p>
        </w:tc>
      </w:tr>
      <w:tr w:rsidR="000A3528" w:rsidRPr="000A3528" w14:paraId="695CF374" w14:textId="77777777" w:rsidTr="000A3528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494E2" w14:textId="77777777" w:rsidR="000A3528" w:rsidRPr="000A3528" w:rsidRDefault="000A3528" w:rsidP="000A352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09B0A" w14:textId="77777777" w:rsidR="000A3528" w:rsidRPr="000A3528" w:rsidRDefault="000A3528" w:rsidP="000A3528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8888D" w14:textId="77777777" w:rsidR="000A3528" w:rsidRPr="000A3528" w:rsidRDefault="000A3528" w:rsidP="000A352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154 362,1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B72B9" w14:textId="77777777" w:rsidR="000A3528" w:rsidRPr="000A3528" w:rsidRDefault="000A3528" w:rsidP="000A3528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153 069,1</w:t>
            </w:r>
          </w:p>
        </w:tc>
      </w:tr>
    </w:tbl>
    <w:p w14:paraId="72F0C87E" w14:textId="09E1E79E" w:rsidR="00CE3B38" w:rsidRDefault="00CE3B38" w:rsidP="00D472CF">
      <w:pPr>
        <w:ind w:hanging="425"/>
        <w:jc w:val="right"/>
        <w:rPr>
          <w:szCs w:val="28"/>
        </w:rPr>
      </w:pPr>
      <w:bookmarkStart w:id="0" w:name="_GoBack"/>
      <w:bookmarkEnd w:id="0"/>
    </w:p>
    <w:p w14:paraId="1A48803D" w14:textId="77777777" w:rsidR="000045E2" w:rsidRDefault="000045E2" w:rsidP="00461704">
      <w:pPr>
        <w:jc w:val="both"/>
        <w:rPr>
          <w:szCs w:val="28"/>
        </w:rPr>
      </w:pPr>
    </w:p>
    <w:p w14:paraId="2E50FA90" w14:textId="77777777" w:rsidR="000A3528" w:rsidRDefault="000A3528" w:rsidP="00461704">
      <w:pPr>
        <w:jc w:val="both"/>
        <w:rPr>
          <w:szCs w:val="28"/>
        </w:rPr>
      </w:pPr>
    </w:p>
    <w:p w14:paraId="6A6C5E61" w14:textId="38FBC8BE" w:rsidR="00627195" w:rsidRDefault="00D33A2F" w:rsidP="00461704">
      <w:pPr>
        <w:jc w:val="both"/>
        <w:rPr>
          <w:szCs w:val="28"/>
        </w:rPr>
      </w:pPr>
      <w:r>
        <w:rPr>
          <w:szCs w:val="28"/>
        </w:rPr>
        <w:t>Первый з</w:t>
      </w:r>
      <w:r w:rsidR="00627195">
        <w:rPr>
          <w:szCs w:val="28"/>
        </w:rPr>
        <w:t>аместитель главы муниципального</w:t>
      </w:r>
    </w:p>
    <w:p w14:paraId="5A6D8E3F" w14:textId="77777777" w:rsidR="00461704" w:rsidRDefault="00627195" w:rsidP="00461704">
      <w:pPr>
        <w:jc w:val="both"/>
        <w:rPr>
          <w:szCs w:val="28"/>
        </w:rPr>
      </w:pPr>
      <w:r>
        <w:rPr>
          <w:szCs w:val="28"/>
        </w:rPr>
        <w:t>об</w:t>
      </w:r>
      <w:r w:rsidR="00072E25">
        <w:rPr>
          <w:szCs w:val="28"/>
        </w:rPr>
        <w:t>разования Новокубанский район</w:t>
      </w:r>
      <w:r>
        <w:rPr>
          <w:szCs w:val="28"/>
        </w:rPr>
        <w:t>,</w:t>
      </w:r>
      <w:r w:rsidR="00DC1354">
        <w:rPr>
          <w:szCs w:val="28"/>
        </w:rPr>
        <w:t xml:space="preserve"> </w:t>
      </w:r>
    </w:p>
    <w:p w14:paraId="37F6ED04" w14:textId="77777777" w:rsidR="00461704" w:rsidRDefault="00627195" w:rsidP="00461704">
      <w:pPr>
        <w:jc w:val="both"/>
        <w:rPr>
          <w:szCs w:val="28"/>
        </w:rPr>
      </w:pPr>
      <w:r>
        <w:rPr>
          <w:szCs w:val="28"/>
        </w:rPr>
        <w:t>начальник</w:t>
      </w:r>
      <w:r w:rsidR="00461704">
        <w:rPr>
          <w:szCs w:val="28"/>
        </w:rPr>
        <w:t xml:space="preserve"> </w:t>
      </w:r>
      <w:r>
        <w:rPr>
          <w:szCs w:val="28"/>
        </w:rPr>
        <w:t>финансового управления</w:t>
      </w:r>
      <w:r w:rsidR="00DC1354">
        <w:rPr>
          <w:szCs w:val="28"/>
        </w:rPr>
        <w:t xml:space="preserve"> </w:t>
      </w:r>
    </w:p>
    <w:p w14:paraId="16EF7C09" w14:textId="77777777" w:rsidR="00DF5F5F" w:rsidRDefault="00627195" w:rsidP="00461704">
      <w:pPr>
        <w:jc w:val="both"/>
        <w:rPr>
          <w:szCs w:val="28"/>
        </w:rPr>
      </w:pPr>
      <w:r>
        <w:rPr>
          <w:szCs w:val="28"/>
        </w:rPr>
        <w:t>администрации муниципального</w:t>
      </w:r>
    </w:p>
    <w:p w14:paraId="7C7626FA" w14:textId="77777777" w:rsidR="00627195" w:rsidRPr="00B9484A" w:rsidRDefault="00627195" w:rsidP="00461704">
      <w:pPr>
        <w:jc w:val="both"/>
        <w:rPr>
          <w:szCs w:val="28"/>
        </w:rPr>
      </w:pPr>
      <w:r>
        <w:rPr>
          <w:szCs w:val="28"/>
        </w:rPr>
        <w:t>образования</w:t>
      </w:r>
      <w:r w:rsidR="00DF5F5F">
        <w:rPr>
          <w:szCs w:val="28"/>
        </w:rPr>
        <w:t xml:space="preserve"> </w:t>
      </w:r>
      <w:r>
        <w:rPr>
          <w:szCs w:val="28"/>
        </w:rPr>
        <w:t xml:space="preserve">Новокубанский район </w:t>
      </w:r>
      <w:r w:rsidR="00461704">
        <w:rPr>
          <w:szCs w:val="28"/>
        </w:rPr>
        <w:tab/>
      </w:r>
      <w:r w:rsidR="00461704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DF5F5F">
        <w:rPr>
          <w:szCs w:val="28"/>
        </w:rPr>
        <w:t xml:space="preserve">   Е.В.Афонина</w:t>
      </w:r>
    </w:p>
    <w:sectPr w:rsidR="00627195" w:rsidRPr="00B9484A" w:rsidSect="00461704">
      <w:headerReference w:type="default" r:id="rId8"/>
      <w:pgSz w:w="11906" w:h="16838"/>
      <w:pgMar w:top="1134" w:right="567" w:bottom="1985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94CA0D" w14:textId="77777777" w:rsidR="009E7209" w:rsidRDefault="009E7209" w:rsidP="00E12559">
      <w:r>
        <w:separator/>
      </w:r>
    </w:p>
  </w:endnote>
  <w:endnote w:type="continuationSeparator" w:id="0">
    <w:p w14:paraId="2D657D77" w14:textId="77777777" w:rsidR="009E7209" w:rsidRDefault="009E7209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C2507C" w14:textId="77777777" w:rsidR="009E7209" w:rsidRDefault="009E7209" w:rsidP="00E12559">
      <w:r>
        <w:separator/>
      </w:r>
    </w:p>
  </w:footnote>
  <w:footnote w:type="continuationSeparator" w:id="0">
    <w:p w14:paraId="53E175DB" w14:textId="77777777" w:rsidR="009E7209" w:rsidRDefault="009E7209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96356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56109444" w14:textId="77777777" w:rsidR="007E6C06" w:rsidRPr="005349DA" w:rsidRDefault="007E6C06" w:rsidP="003D4A14">
        <w:pPr>
          <w:pStyle w:val="a3"/>
          <w:jc w:val="center"/>
          <w:rPr>
            <w:sz w:val="24"/>
            <w:szCs w:val="24"/>
          </w:rPr>
        </w:pPr>
        <w:r w:rsidRPr="005349DA">
          <w:rPr>
            <w:sz w:val="24"/>
            <w:szCs w:val="24"/>
          </w:rPr>
          <w:fldChar w:fldCharType="begin"/>
        </w:r>
        <w:r w:rsidRPr="005349DA">
          <w:rPr>
            <w:sz w:val="24"/>
            <w:szCs w:val="24"/>
          </w:rPr>
          <w:instrText xml:space="preserve"> PAGE   \* MERGEFORMAT </w:instrText>
        </w:r>
        <w:r w:rsidRPr="005349DA">
          <w:rPr>
            <w:sz w:val="24"/>
            <w:szCs w:val="24"/>
          </w:rPr>
          <w:fldChar w:fldCharType="separate"/>
        </w:r>
        <w:r w:rsidR="009A15F1">
          <w:rPr>
            <w:noProof/>
            <w:sz w:val="24"/>
            <w:szCs w:val="24"/>
          </w:rPr>
          <w:t>2</w:t>
        </w:r>
        <w:r w:rsidRPr="005349DA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45E2"/>
    <w:rsid w:val="00006410"/>
    <w:rsid w:val="0001195B"/>
    <w:rsid w:val="0001293A"/>
    <w:rsid w:val="0001470D"/>
    <w:rsid w:val="000171EC"/>
    <w:rsid w:val="000174E6"/>
    <w:rsid w:val="00017908"/>
    <w:rsid w:val="00021F50"/>
    <w:rsid w:val="00022143"/>
    <w:rsid w:val="000264D2"/>
    <w:rsid w:val="00027E59"/>
    <w:rsid w:val="0003020C"/>
    <w:rsid w:val="0003025E"/>
    <w:rsid w:val="00030A43"/>
    <w:rsid w:val="00032D30"/>
    <w:rsid w:val="0003473F"/>
    <w:rsid w:val="00035823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5C0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3309"/>
    <w:rsid w:val="000A3528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17A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85C1E"/>
    <w:rsid w:val="00190533"/>
    <w:rsid w:val="00192AFE"/>
    <w:rsid w:val="00192B58"/>
    <w:rsid w:val="0019309E"/>
    <w:rsid w:val="0019509C"/>
    <w:rsid w:val="00195CB2"/>
    <w:rsid w:val="00197109"/>
    <w:rsid w:val="001A3021"/>
    <w:rsid w:val="001A3026"/>
    <w:rsid w:val="001A31FD"/>
    <w:rsid w:val="001A3BEB"/>
    <w:rsid w:val="001A7E25"/>
    <w:rsid w:val="001B0614"/>
    <w:rsid w:val="001B25EA"/>
    <w:rsid w:val="001B4577"/>
    <w:rsid w:val="001B5D85"/>
    <w:rsid w:val="001B78D0"/>
    <w:rsid w:val="001C12F2"/>
    <w:rsid w:val="001C1AD2"/>
    <w:rsid w:val="001C42DF"/>
    <w:rsid w:val="001C47A6"/>
    <w:rsid w:val="001D3873"/>
    <w:rsid w:val="001D3B80"/>
    <w:rsid w:val="001D4C78"/>
    <w:rsid w:val="001D538E"/>
    <w:rsid w:val="001E0122"/>
    <w:rsid w:val="001E0BCA"/>
    <w:rsid w:val="001E33B7"/>
    <w:rsid w:val="001E44B9"/>
    <w:rsid w:val="001E4805"/>
    <w:rsid w:val="001F120C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1D93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40C7"/>
    <w:rsid w:val="002A4ABD"/>
    <w:rsid w:val="002A7901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24B3"/>
    <w:rsid w:val="002D47B0"/>
    <w:rsid w:val="002D5D13"/>
    <w:rsid w:val="002D6802"/>
    <w:rsid w:val="002E112C"/>
    <w:rsid w:val="002E249D"/>
    <w:rsid w:val="002E3D77"/>
    <w:rsid w:val="002E7E42"/>
    <w:rsid w:val="002F061B"/>
    <w:rsid w:val="002F0683"/>
    <w:rsid w:val="002F0CF7"/>
    <w:rsid w:val="002F469B"/>
    <w:rsid w:val="002F5AB0"/>
    <w:rsid w:val="002F5C5F"/>
    <w:rsid w:val="002F7840"/>
    <w:rsid w:val="0030077D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2CD9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0CD5"/>
    <w:rsid w:val="003B1DF5"/>
    <w:rsid w:val="003B1FED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54D1"/>
    <w:rsid w:val="003C6E5B"/>
    <w:rsid w:val="003D4A14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291F"/>
    <w:rsid w:val="00444582"/>
    <w:rsid w:val="00447061"/>
    <w:rsid w:val="004555AE"/>
    <w:rsid w:val="00461704"/>
    <w:rsid w:val="00462020"/>
    <w:rsid w:val="00472EBC"/>
    <w:rsid w:val="00472F81"/>
    <w:rsid w:val="00473173"/>
    <w:rsid w:val="0047414D"/>
    <w:rsid w:val="004755E0"/>
    <w:rsid w:val="004801E4"/>
    <w:rsid w:val="00481312"/>
    <w:rsid w:val="00481629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24B1C"/>
    <w:rsid w:val="00532603"/>
    <w:rsid w:val="005326D5"/>
    <w:rsid w:val="00532F6E"/>
    <w:rsid w:val="00533A36"/>
    <w:rsid w:val="005349DA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1363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27195"/>
    <w:rsid w:val="00630840"/>
    <w:rsid w:val="00635A23"/>
    <w:rsid w:val="00637918"/>
    <w:rsid w:val="00641319"/>
    <w:rsid w:val="0064295B"/>
    <w:rsid w:val="0064372D"/>
    <w:rsid w:val="00645884"/>
    <w:rsid w:val="0064653F"/>
    <w:rsid w:val="00646BB1"/>
    <w:rsid w:val="00651044"/>
    <w:rsid w:val="00651593"/>
    <w:rsid w:val="00652240"/>
    <w:rsid w:val="00653105"/>
    <w:rsid w:val="00661C26"/>
    <w:rsid w:val="00664BF8"/>
    <w:rsid w:val="006650B5"/>
    <w:rsid w:val="00666A22"/>
    <w:rsid w:val="00677268"/>
    <w:rsid w:val="00677694"/>
    <w:rsid w:val="0068154E"/>
    <w:rsid w:val="00681940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33EC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7EC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EAA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37FE2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1B3C"/>
    <w:rsid w:val="0077297B"/>
    <w:rsid w:val="00772B75"/>
    <w:rsid w:val="00772DE8"/>
    <w:rsid w:val="00773B75"/>
    <w:rsid w:val="00775ED4"/>
    <w:rsid w:val="00777052"/>
    <w:rsid w:val="007818D9"/>
    <w:rsid w:val="007835D8"/>
    <w:rsid w:val="00783BD4"/>
    <w:rsid w:val="00792880"/>
    <w:rsid w:val="007941E5"/>
    <w:rsid w:val="00795316"/>
    <w:rsid w:val="007A2114"/>
    <w:rsid w:val="007A2AC8"/>
    <w:rsid w:val="007A5D0F"/>
    <w:rsid w:val="007A5E92"/>
    <w:rsid w:val="007A6A5C"/>
    <w:rsid w:val="007A6B8F"/>
    <w:rsid w:val="007B09F9"/>
    <w:rsid w:val="007B25FE"/>
    <w:rsid w:val="007B316E"/>
    <w:rsid w:val="007B37DB"/>
    <w:rsid w:val="007B6267"/>
    <w:rsid w:val="007C2561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6C06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60"/>
    <w:rsid w:val="008054F3"/>
    <w:rsid w:val="008065F8"/>
    <w:rsid w:val="0081020C"/>
    <w:rsid w:val="008131E3"/>
    <w:rsid w:val="008148EA"/>
    <w:rsid w:val="00823975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25AA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57BC"/>
    <w:rsid w:val="008D67BA"/>
    <w:rsid w:val="008E0258"/>
    <w:rsid w:val="008E25E4"/>
    <w:rsid w:val="008E5689"/>
    <w:rsid w:val="008E6499"/>
    <w:rsid w:val="008E6907"/>
    <w:rsid w:val="008E6BC1"/>
    <w:rsid w:val="008F0ED9"/>
    <w:rsid w:val="008F1610"/>
    <w:rsid w:val="008F1670"/>
    <w:rsid w:val="0090029A"/>
    <w:rsid w:val="00906B28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2624A"/>
    <w:rsid w:val="00930496"/>
    <w:rsid w:val="00930D54"/>
    <w:rsid w:val="00930F40"/>
    <w:rsid w:val="00934F35"/>
    <w:rsid w:val="009359A1"/>
    <w:rsid w:val="00937177"/>
    <w:rsid w:val="00937307"/>
    <w:rsid w:val="00940493"/>
    <w:rsid w:val="00944536"/>
    <w:rsid w:val="0094759C"/>
    <w:rsid w:val="009508B4"/>
    <w:rsid w:val="0095537C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15F1"/>
    <w:rsid w:val="009A47C6"/>
    <w:rsid w:val="009A5EB0"/>
    <w:rsid w:val="009B2C21"/>
    <w:rsid w:val="009B3F94"/>
    <w:rsid w:val="009C25A5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E7209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0C93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15ED"/>
    <w:rsid w:val="00A957C4"/>
    <w:rsid w:val="00A97FE3"/>
    <w:rsid w:val="00AA09B7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5340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4565"/>
    <w:rsid w:val="00B352D2"/>
    <w:rsid w:val="00B43D81"/>
    <w:rsid w:val="00B4574A"/>
    <w:rsid w:val="00B45AA7"/>
    <w:rsid w:val="00B46B01"/>
    <w:rsid w:val="00B53A72"/>
    <w:rsid w:val="00B57F8A"/>
    <w:rsid w:val="00B6150B"/>
    <w:rsid w:val="00B62C4A"/>
    <w:rsid w:val="00B63E1F"/>
    <w:rsid w:val="00B6626D"/>
    <w:rsid w:val="00B72AE5"/>
    <w:rsid w:val="00B76181"/>
    <w:rsid w:val="00B77E69"/>
    <w:rsid w:val="00B80B14"/>
    <w:rsid w:val="00B81877"/>
    <w:rsid w:val="00B81DC9"/>
    <w:rsid w:val="00B822C7"/>
    <w:rsid w:val="00B823DB"/>
    <w:rsid w:val="00B857B7"/>
    <w:rsid w:val="00B9484A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F4C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16B8"/>
    <w:rsid w:val="00C045BD"/>
    <w:rsid w:val="00C07B19"/>
    <w:rsid w:val="00C10D23"/>
    <w:rsid w:val="00C119B6"/>
    <w:rsid w:val="00C11B59"/>
    <w:rsid w:val="00C16F83"/>
    <w:rsid w:val="00C22BF7"/>
    <w:rsid w:val="00C27FB1"/>
    <w:rsid w:val="00C3148E"/>
    <w:rsid w:val="00C31830"/>
    <w:rsid w:val="00C3442C"/>
    <w:rsid w:val="00C35392"/>
    <w:rsid w:val="00C378F0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226D"/>
    <w:rsid w:val="00CD60DA"/>
    <w:rsid w:val="00CD67E7"/>
    <w:rsid w:val="00CD6B64"/>
    <w:rsid w:val="00CE0E3D"/>
    <w:rsid w:val="00CE266A"/>
    <w:rsid w:val="00CE2F15"/>
    <w:rsid w:val="00CE2F44"/>
    <w:rsid w:val="00CE3B38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0501"/>
    <w:rsid w:val="00D10FAD"/>
    <w:rsid w:val="00D161E5"/>
    <w:rsid w:val="00D16527"/>
    <w:rsid w:val="00D16D6A"/>
    <w:rsid w:val="00D20215"/>
    <w:rsid w:val="00D20A74"/>
    <w:rsid w:val="00D21BC3"/>
    <w:rsid w:val="00D26512"/>
    <w:rsid w:val="00D265B4"/>
    <w:rsid w:val="00D33A2F"/>
    <w:rsid w:val="00D35230"/>
    <w:rsid w:val="00D36B82"/>
    <w:rsid w:val="00D378F2"/>
    <w:rsid w:val="00D40769"/>
    <w:rsid w:val="00D452AA"/>
    <w:rsid w:val="00D472CF"/>
    <w:rsid w:val="00D47C97"/>
    <w:rsid w:val="00D52111"/>
    <w:rsid w:val="00D55C96"/>
    <w:rsid w:val="00D55E5F"/>
    <w:rsid w:val="00D618D2"/>
    <w:rsid w:val="00D63BE5"/>
    <w:rsid w:val="00D64463"/>
    <w:rsid w:val="00D65AAF"/>
    <w:rsid w:val="00D66D98"/>
    <w:rsid w:val="00D672E0"/>
    <w:rsid w:val="00D67851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6B4F"/>
    <w:rsid w:val="00D973A6"/>
    <w:rsid w:val="00DA0FF9"/>
    <w:rsid w:val="00DA27D6"/>
    <w:rsid w:val="00DA28FD"/>
    <w:rsid w:val="00DA2AD2"/>
    <w:rsid w:val="00DA4229"/>
    <w:rsid w:val="00DA5497"/>
    <w:rsid w:val="00DA6241"/>
    <w:rsid w:val="00DA70E5"/>
    <w:rsid w:val="00DB132D"/>
    <w:rsid w:val="00DB14FB"/>
    <w:rsid w:val="00DB7E27"/>
    <w:rsid w:val="00DC1354"/>
    <w:rsid w:val="00DC342A"/>
    <w:rsid w:val="00DC4B2E"/>
    <w:rsid w:val="00DC4D47"/>
    <w:rsid w:val="00DC5EE6"/>
    <w:rsid w:val="00DC7791"/>
    <w:rsid w:val="00DD1DFA"/>
    <w:rsid w:val="00DD251E"/>
    <w:rsid w:val="00DD3CF6"/>
    <w:rsid w:val="00DD4669"/>
    <w:rsid w:val="00DD4F2A"/>
    <w:rsid w:val="00DD6C31"/>
    <w:rsid w:val="00DD7D32"/>
    <w:rsid w:val="00DE1037"/>
    <w:rsid w:val="00DE2C7B"/>
    <w:rsid w:val="00DE45E6"/>
    <w:rsid w:val="00DF00AE"/>
    <w:rsid w:val="00DF06C7"/>
    <w:rsid w:val="00DF0DD1"/>
    <w:rsid w:val="00DF1AC7"/>
    <w:rsid w:val="00DF2029"/>
    <w:rsid w:val="00DF23F0"/>
    <w:rsid w:val="00DF5A21"/>
    <w:rsid w:val="00DF5F5F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3257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2C24"/>
    <w:rsid w:val="00EF39D7"/>
    <w:rsid w:val="00EF4828"/>
    <w:rsid w:val="00EF49A7"/>
    <w:rsid w:val="00EF538E"/>
    <w:rsid w:val="00EF6930"/>
    <w:rsid w:val="00EF7229"/>
    <w:rsid w:val="00F0011F"/>
    <w:rsid w:val="00F014C4"/>
    <w:rsid w:val="00F0154D"/>
    <w:rsid w:val="00F01E94"/>
    <w:rsid w:val="00F02950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27B9A"/>
    <w:rsid w:val="00F311DC"/>
    <w:rsid w:val="00F33D76"/>
    <w:rsid w:val="00F42CA6"/>
    <w:rsid w:val="00F42D4A"/>
    <w:rsid w:val="00F452A3"/>
    <w:rsid w:val="00F476B0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608"/>
    <w:rsid w:val="00F86717"/>
    <w:rsid w:val="00F86B42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6ACF"/>
    <w:rsid w:val="00FD79A7"/>
    <w:rsid w:val="00FE0B68"/>
    <w:rsid w:val="00FE129D"/>
    <w:rsid w:val="00FE3F68"/>
    <w:rsid w:val="00FE4503"/>
    <w:rsid w:val="00FE691B"/>
    <w:rsid w:val="00FF3996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4CBDD9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B9139-0CA1-4F77-85A8-6A6637299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527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Соляник Елена</cp:lastModifiedBy>
  <cp:revision>101</cp:revision>
  <cp:lastPrinted>2022-05-05T07:19:00Z</cp:lastPrinted>
  <dcterms:created xsi:type="dcterms:W3CDTF">2017-09-18T13:02:00Z</dcterms:created>
  <dcterms:modified xsi:type="dcterms:W3CDTF">2022-06-23T09:07:00Z</dcterms:modified>
</cp:coreProperties>
</file>